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A613FD" w:rsidP="004314A0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mš obchodní – rek</w:t>
            </w:r>
            <w:r w:rsidR="004314A0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nstrukce silnoproudu – ii. etapa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8B6815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8B6815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B3394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1EEA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4A0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1F7B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2D5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5D2E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B6815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26441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20D04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3F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12BB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8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07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87A2447.dotm</Template>
  <TotalTime>59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46</cp:revision>
  <cp:lastPrinted>2021-05-24T06:24:00Z</cp:lastPrinted>
  <dcterms:created xsi:type="dcterms:W3CDTF">2019-09-19T08:40:00Z</dcterms:created>
  <dcterms:modified xsi:type="dcterms:W3CDTF">2026-01-15T06:18:00Z</dcterms:modified>
</cp:coreProperties>
</file>